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3B7F92" w:rsidRPr="003B7F92" w:rsidTr="00C250BF">
        <w:tc>
          <w:tcPr>
            <w:tcW w:w="2325" w:type="dxa"/>
            <w:gridSpan w:val="2"/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7F92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B7F92" w:rsidRPr="003B7F92" w:rsidTr="00C250BF">
        <w:tc>
          <w:tcPr>
            <w:tcW w:w="2325" w:type="dxa"/>
            <w:gridSpan w:val="2"/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7F92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B7F92" w:rsidRPr="003B7F92" w:rsidTr="00C250BF">
        <w:tc>
          <w:tcPr>
            <w:tcW w:w="1645" w:type="dxa"/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7F92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7F92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3B7F92" w:rsidRPr="003B7F92" w:rsidRDefault="003B7F92" w:rsidP="003B7F9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7F92">
        <w:rPr>
          <w:rFonts w:ascii="Arial" w:eastAsia="Times New Roman" w:hAnsi="Arial" w:cs="Arial"/>
          <w:b/>
          <w:lang w:eastAsia="pl-PL"/>
        </w:rPr>
        <w:t>OŚWIADCZENIE WYKONAWCY</w:t>
      </w:r>
    </w:p>
    <w:p w:rsidR="003B7F92" w:rsidRPr="003B7F92" w:rsidRDefault="003B7F92" w:rsidP="003B7F92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3B7F92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3B7F92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3B7F92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3B7F92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3B7F92">
        <w:rPr>
          <w:rFonts w:ascii="Arial" w:eastAsia="Times New Roman" w:hAnsi="Arial" w:cs="Arial"/>
          <w:b/>
          <w:lang w:eastAsia="pl-PL"/>
        </w:rPr>
        <w:t xml:space="preserve"> </w:t>
      </w:r>
    </w:p>
    <w:p w:rsidR="003B7F92" w:rsidRPr="003B7F92" w:rsidRDefault="003B7F92" w:rsidP="003B7F9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3B7F92" w:rsidRPr="003B7F92" w:rsidRDefault="003B7F92" w:rsidP="003B7F9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3B7F92" w:rsidRPr="003B7F92" w:rsidRDefault="003B7F92" w:rsidP="003B7F9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3B7F92" w:rsidRPr="003B7F92" w:rsidRDefault="003B7F92" w:rsidP="003B7F92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3B7F92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3B7F92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3B7F92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3B7F92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3B7F92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3B7F92">
        <w:rPr>
          <w:rFonts w:ascii="Arial" w:eastAsiaTheme="minorEastAsia" w:hAnsi="Arial" w:cs="Arial"/>
          <w:lang w:eastAsia="pl-PL"/>
        </w:rPr>
        <w:t>.</w:t>
      </w: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bookmarkStart w:id="0" w:name="_GoBack"/>
    </w:p>
    <w:bookmarkEnd w:id="0"/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Arial" w:eastAsia="Times New Roman" w:hAnsi="Arial" w:cs="Arial"/>
          <w:b/>
          <w:bCs/>
          <w:i/>
          <w:lang w:eastAsia="pl-PL"/>
        </w:rPr>
      </w:pPr>
      <w:r w:rsidRPr="003B7F92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3B7F9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3B7F9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3B7F9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3B7F9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3B7F92" w:rsidRPr="003B7F92" w:rsidRDefault="003B7F92" w:rsidP="003B7F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B7F92" w:rsidRPr="003B7F92" w:rsidRDefault="003B7F92" w:rsidP="003B7F92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3B7F92" w:rsidRPr="003B7F92" w:rsidRDefault="003B7F92" w:rsidP="003B7F92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A8" w:rsidRDefault="005E68A8" w:rsidP="003B7F92">
      <w:pPr>
        <w:spacing w:after="0" w:line="240" w:lineRule="auto"/>
      </w:pPr>
      <w:r>
        <w:separator/>
      </w:r>
    </w:p>
  </w:endnote>
  <w:endnote w:type="continuationSeparator" w:id="0">
    <w:p w:rsidR="005E68A8" w:rsidRDefault="005E68A8" w:rsidP="003B7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A8" w:rsidRDefault="005E68A8" w:rsidP="003B7F92">
      <w:pPr>
        <w:spacing w:after="0" w:line="240" w:lineRule="auto"/>
      </w:pPr>
      <w:r>
        <w:separator/>
      </w:r>
    </w:p>
  </w:footnote>
  <w:footnote w:type="continuationSeparator" w:id="0">
    <w:p w:rsidR="005E68A8" w:rsidRDefault="005E68A8" w:rsidP="003B7F92">
      <w:pPr>
        <w:spacing w:after="0" w:line="240" w:lineRule="auto"/>
      </w:pPr>
      <w:r>
        <w:continuationSeparator/>
      </w:r>
    </w:p>
  </w:footnote>
  <w:footnote w:id="1">
    <w:p w:rsidR="003B7F92" w:rsidRPr="001B0976" w:rsidRDefault="003B7F92" w:rsidP="003B7F92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3B7F92" w:rsidRPr="001B0976" w:rsidRDefault="003B7F92" w:rsidP="003B7F92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92" w:rsidRDefault="003B7F92" w:rsidP="003B7F9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NT/30/2019</w:t>
    </w:r>
  </w:p>
  <w:p w:rsidR="003B7F92" w:rsidRDefault="003B7F92" w:rsidP="003B7F92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3B7F92" w:rsidRDefault="003B7F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92"/>
    <w:rsid w:val="003B7F92"/>
    <w:rsid w:val="005E68A8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EA6F7-13FE-4AC4-9C96-FC258E9E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B7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7F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B7F9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7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F92"/>
  </w:style>
  <w:style w:type="paragraph" w:styleId="Stopka">
    <w:name w:val="footer"/>
    <w:basedOn w:val="Normalny"/>
    <w:link w:val="StopkaZnak"/>
    <w:uiPriority w:val="99"/>
    <w:unhideWhenUsed/>
    <w:rsid w:val="003B7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2019-06-04T10:29:00Z</dcterms:created>
  <dcterms:modified xsi:type="dcterms:W3CDTF">2019-06-04T10:30:00Z</dcterms:modified>
</cp:coreProperties>
</file>